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A1B1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5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BA1B17">
        <w:rPr>
          <w:rFonts w:ascii="Arial Narrow" w:hAnsi="Arial Narrow"/>
          <w:sz w:val="22"/>
          <w:lang w:val="de-DE"/>
        </w:rPr>
        <w:t>30</w:t>
      </w:r>
      <w:r w:rsidR="00162506">
        <w:rPr>
          <w:rFonts w:ascii="Arial Narrow" w:hAnsi="Arial Narrow"/>
          <w:sz w:val="22"/>
          <w:lang w:val="de-DE"/>
        </w:rPr>
        <w:t>.10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8B6FBD" w:rsidRDefault="008B6FB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</w:t>
      </w:r>
    </w:p>
    <w:p w:rsidR="008C0625" w:rsidRDefault="002C5110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C0625" w:rsidRPr="00BA1B17" w:rsidRDefault="008C0625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Offene </w:t>
      </w:r>
      <w:proofErr w:type="spellStart"/>
      <w:r>
        <w:rPr>
          <w:rFonts w:ascii="Arial Narrow" w:hAnsi="Arial Narrow"/>
          <w:sz w:val="22"/>
          <w:lang w:val="de-DE"/>
        </w:rPr>
        <w:t>Pkt</w:t>
      </w:r>
      <w:proofErr w:type="spellEnd"/>
      <w:r>
        <w:rPr>
          <w:rFonts w:ascii="Arial Narrow" w:hAnsi="Arial Narrow"/>
          <w:sz w:val="22"/>
          <w:lang w:val="de-DE"/>
        </w:rPr>
        <w:t xml:space="preserve"> letzte Sitzungen</w:t>
      </w:r>
    </w:p>
    <w:p w:rsidR="00BA1B17" w:rsidRDefault="00BA1B17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Fachschaftsparty</w:t>
      </w:r>
      <w:proofErr w:type="spellEnd"/>
      <w:r>
        <w:rPr>
          <w:rFonts w:ascii="Arial Narrow" w:hAnsi="Arial Narrow"/>
          <w:sz w:val="22"/>
          <w:lang w:val="de-DE"/>
        </w:rPr>
        <w:t xml:space="preserve"> DM/IN/AStA 29.11. (Fleig)</w:t>
      </w:r>
    </w:p>
    <w:p w:rsidR="00BA1B17" w:rsidRDefault="00BB066E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Bericht LAK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BB066E" w:rsidRDefault="00BB066E" w:rsidP="00BB066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BB066E" w:rsidRDefault="00BB066E" w:rsidP="00BB066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</w:p>
    <w:p w:rsidR="00BB066E" w:rsidRPr="00BB066E" w:rsidRDefault="004B0B7F" w:rsidP="00BB066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Lauftreff – Jacken (Johannes)</w:t>
      </w:r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  <w:bookmarkStart w:id="0" w:name="_GoBack"/>
      <w:bookmarkEnd w:id="0"/>
    </w:p>
    <w:sectPr w:rsidR="00F44A8C" w:rsidRPr="00DF734A" w:rsidSect="00724073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716A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860FD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4583A"/>
    <w:rsid w:val="0035070E"/>
    <w:rsid w:val="003511B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A57F2"/>
    <w:rsid w:val="004B0B7F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3172"/>
    <w:rsid w:val="007440AD"/>
    <w:rsid w:val="00756178"/>
    <w:rsid w:val="00761B22"/>
    <w:rsid w:val="0076384A"/>
    <w:rsid w:val="0076475C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A37B5"/>
    <w:rsid w:val="008B6FBD"/>
    <w:rsid w:val="008C0625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716A1"/>
    <w:rsid w:val="00A846BA"/>
    <w:rsid w:val="00A87E62"/>
    <w:rsid w:val="00A94BC2"/>
    <w:rsid w:val="00AC301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1B17"/>
    <w:rsid w:val="00BA6484"/>
    <w:rsid w:val="00BB066E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3A51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16CDC-4CA4-473D-99C4-5B207B08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51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Armin Saur</cp:lastModifiedBy>
  <cp:revision>4</cp:revision>
  <cp:lastPrinted>2018-10-30T12:08:00Z</cp:lastPrinted>
  <dcterms:created xsi:type="dcterms:W3CDTF">2018-10-23T12:04:00Z</dcterms:created>
  <dcterms:modified xsi:type="dcterms:W3CDTF">2018-10-30T13:31:00Z</dcterms:modified>
</cp:coreProperties>
</file>